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F1C" w:rsidRDefault="00B65F1C" w:rsidP="00C9228B">
      <w:pPr>
        <w:jc w:val="center"/>
        <w:rPr>
          <w:b/>
          <w:sz w:val="24"/>
          <w:szCs w:val="24"/>
        </w:rPr>
      </w:pPr>
      <w:r w:rsidRPr="00EF7902">
        <w:rPr>
          <w:b/>
          <w:sz w:val="24"/>
          <w:szCs w:val="24"/>
        </w:rPr>
        <w:t>STANDARD 2:  CAREER FOCUS</w:t>
      </w:r>
      <w:r>
        <w:rPr>
          <w:b/>
          <w:sz w:val="24"/>
          <w:szCs w:val="24"/>
        </w:rPr>
        <w:t xml:space="preserve"> </w:t>
      </w:r>
    </w:p>
    <w:p w:rsidR="00B65F1C" w:rsidRPr="00EF7902" w:rsidRDefault="00B65F1C" w:rsidP="00C9228B">
      <w:pPr>
        <w:jc w:val="center"/>
        <w:rPr>
          <w:b/>
          <w:sz w:val="24"/>
          <w:szCs w:val="24"/>
        </w:rPr>
      </w:pPr>
      <w:r w:rsidRPr="00910496">
        <w:rPr>
          <w:b/>
        </w:rPr>
        <w:t xml:space="preserve">CRITERIA:  </w:t>
      </w:r>
      <w:r>
        <w:t>Students are exposed to 3 or more classroom career assignments, activities at each grade level</w:t>
      </w:r>
    </w:p>
    <w:tbl>
      <w:tblPr>
        <w:tblW w:w="14670" w:type="dxa"/>
        <w:tblInd w:w="-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20"/>
        <w:gridCol w:w="1800"/>
        <w:gridCol w:w="720"/>
        <w:gridCol w:w="720"/>
        <w:gridCol w:w="1980"/>
        <w:gridCol w:w="630"/>
        <w:gridCol w:w="720"/>
        <w:gridCol w:w="2520"/>
        <w:gridCol w:w="630"/>
        <w:gridCol w:w="810"/>
        <w:gridCol w:w="1890"/>
        <w:gridCol w:w="810"/>
        <w:gridCol w:w="720"/>
      </w:tblGrid>
      <w:tr w:rsidR="00B65F1C" w:rsidRPr="00A05501" w:rsidTr="00C74E16">
        <w:tc>
          <w:tcPr>
            <w:tcW w:w="3240" w:type="dxa"/>
            <w:gridSpan w:val="3"/>
          </w:tcPr>
          <w:p w:rsidR="00B65F1C" w:rsidRPr="00A05501" w:rsidRDefault="00B65F1C" w:rsidP="00A05501">
            <w:pPr>
              <w:spacing w:after="0" w:line="240" w:lineRule="auto"/>
              <w:jc w:val="center"/>
              <w:rPr>
                <w:b/>
              </w:rPr>
            </w:pPr>
            <w:r w:rsidRPr="00A05501">
              <w:rPr>
                <w:b/>
              </w:rPr>
              <w:t>SPEAKERS</w:t>
            </w:r>
          </w:p>
        </w:tc>
        <w:tc>
          <w:tcPr>
            <w:tcW w:w="3330" w:type="dxa"/>
            <w:gridSpan w:val="3"/>
          </w:tcPr>
          <w:p w:rsidR="00B65F1C" w:rsidRPr="00A05501" w:rsidRDefault="00B65F1C" w:rsidP="00A05501">
            <w:pPr>
              <w:spacing w:after="0" w:line="240" w:lineRule="auto"/>
              <w:jc w:val="center"/>
              <w:rPr>
                <w:b/>
              </w:rPr>
            </w:pPr>
            <w:r w:rsidRPr="00A05501">
              <w:rPr>
                <w:b/>
              </w:rPr>
              <w:t>CAREER PROJECT</w:t>
            </w:r>
          </w:p>
        </w:tc>
        <w:tc>
          <w:tcPr>
            <w:tcW w:w="3870" w:type="dxa"/>
            <w:gridSpan w:val="3"/>
          </w:tcPr>
          <w:p w:rsidR="00B65F1C" w:rsidRPr="00A05501" w:rsidRDefault="00B65F1C" w:rsidP="00A05501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PORTFOLIO</w:t>
            </w:r>
          </w:p>
        </w:tc>
        <w:tc>
          <w:tcPr>
            <w:tcW w:w="3510" w:type="dxa"/>
            <w:gridSpan w:val="3"/>
          </w:tcPr>
          <w:p w:rsidR="00B65F1C" w:rsidRPr="00A05501" w:rsidRDefault="00B65F1C" w:rsidP="00A05501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OTHER</w:t>
            </w: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B65F1C" w:rsidRPr="00A05501" w:rsidTr="00C74E16">
        <w:tc>
          <w:tcPr>
            <w:tcW w:w="720" w:type="dxa"/>
          </w:tcPr>
          <w:p w:rsidR="00B65F1C" w:rsidRPr="00C74F5C" w:rsidRDefault="00B65F1C" w:rsidP="00A05501">
            <w:pPr>
              <w:spacing w:after="0" w:line="240" w:lineRule="auto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Grades</w:t>
            </w:r>
          </w:p>
        </w:tc>
        <w:tc>
          <w:tcPr>
            <w:tcW w:w="1800" w:type="dxa"/>
          </w:tcPr>
          <w:p w:rsidR="00B65F1C" w:rsidRPr="00C74F5C" w:rsidRDefault="00B65F1C" w:rsidP="00C74E1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Speaker</w:t>
            </w:r>
          </w:p>
        </w:tc>
        <w:tc>
          <w:tcPr>
            <w:tcW w:w="720" w:type="dxa"/>
          </w:tcPr>
          <w:p w:rsidR="00B65F1C" w:rsidRPr="00C74F5C" w:rsidRDefault="00B65F1C" w:rsidP="00A05501">
            <w:pPr>
              <w:spacing w:after="0" w:line="240" w:lineRule="auto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Dates</w:t>
            </w:r>
          </w:p>
        </w:tc>
        <w:tc>
          <w:tcPr>
            <w:tcW w:w="720" w:type="dxa"/>
          </w:tcPr>
          <w:p w:rsidR="00B65F1C" w:rsidRPr="00C74F5C" w:rsidRDefault="00B65F1C" w:rsidP="00A05501">
            <w:pPr>
              <w:spacing w:after="0" w:line="240" w:lineRule="auto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Grades</w:t>
            </w:r>
          </w:p>
        </w:tc>
        <w:tc>
          <w:tcPr>
            <w:tcW w:w="1980" w:type="dxa"/>
          </w:tcPr>
          <w:p w:rsidR="00B65F1C" w:rsidRPr="00C74F5C" w:rsidRDefault="00B65F1C" w:rsidP="00C74E1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Project</w:t>
            </w:r>
          </w:p>
        </w:tc>
        <w:tc>
          <w:tcPr>
            <w:tcW w:w="630" w:type="dxa"/>
          </w:tcPr>
          <w:p w:rsidR="00B65F1C" w:rsidRPr="00C74F5C" w:rsidRDefault="00B65F1C" w:rsidP="00A05501">
            <w:pPr>
              <w:spacing w:after="0" w:line="240" w:lineRule="auto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Dates</w:t>
            </w:r>
          </w:p>
        </w:tc>
        <w:tc>
          <w:tcPr>
            <w:tcW w:w="720" w:type="dxa"/>
          </w:tcPr>
          <w:p w:rsidR="00B65F1C" w:rsidRPr="00C74F5C" w:rsidRDefault="00B65F1C" w:rsidP="00A05501">
            <w:pPr>
              <w:spacing w:after="0" w:line="240" w:lineRule="auto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Grades</w:t>
            </w:r>
          </w:p>
        </w:tc>
        <w:tc>
          <w:tcPr>
            <w:tcW w:w="2520" w:type="dxa"/>
          </w:tcPr>
          <w:p w:rsidR="00B65F1C" w:rsidRPr="00C74F5C" w:rsidRDefault="00B65F1C" w:rsidP="00C74E1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Topic</w:t>
            </w:r>
          </w:p>
        </w:tc>
        <w:tc>
          <w:tcPr>
            <w:tcW w:w="630" w:type="dxa"/>
          </w:tcPr>
          <w:p w:rsidR="00B65F1C" w:rsidRPr="00C74F5C" w:rsidRDefault="00B65F1C" w:rsidP="00A05501">
            <w:pPr>
              <w:spacing w:after="0" w:line="240" w:lineRule="auto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Dates</w:t>
            </w:r>
          </w:p>
        </w:tc>
        <w:tc>
          <w:tcPr>
            <w:tcW w:w="810" w:type="dxa"/>
          </w:tcPr>
          <w:p w:rsidR="00B65F1C" w:rsidRPr="00C74F5C" w:rsidRDefault="00B65F1C" w:rsidP="00A05501">
            <w:pPr>
              <w:spacing w:after="0" w:line="240" w:lineRule="auto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Grades</w:t>
            </w:r>
          </w:p>
        </w:tc>
        <w:tc>
          <w:tcPr>
            <w:tcW w:w="1890" w:type="dxa"/>
          </w:tcPr>
          <w:p w:rsidR="00B65F1C" w:rsidRPr="00C74F5C" w:rsidRDefault="00B65F1C" w:rsidP="00C74F5C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10" w:type="dxa"/>
          </w:tcPr>
          <w:p w:rsidR="00B65F1C" w:rsidRPr="00C74F5C" w:rsidRDefault="00B65F1C" w:rsidP="00A05501">
            <w:pPr>
              <w:spacing w:after="0" w:line="240" w:lineRule="auto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Dates</w:t>
            </w: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</w:tr>
      <w:tr w:rsidR="00B65F1C" w:rsidRPr="00A05501" w:rsidTr="00C74E16"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98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</w:tr>
      <w:tr w:rsidR="00B65F1C" w:rsidRPr="00A05501" w:rsidTr="00C74E16"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98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</w:tr>
      <w:tr w:rsidR="00B65F1C" w:rsidRPr="00A05501" w:rsidTr="00C74E16"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98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</w:tr>
      <w:tr w:rsidR="00B65F1C" w:rsidRPr="00A05501" w:rsidTr="00C74E16"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98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</w:tr>
      <w:tr w:rsidR="00B65F1C" w:rsidRPr="00A05501" w:rsidTr="00C74E16"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98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</w:tr>
      <w:tr w:rsidR="00B65F1C" w:rsidRPr="00A05501" w:rsidTr="00C74E16"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98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</w:tr>
      <w:tr w:rsidR="00B65F1C" w:rsidRPr="00A05501" w:rsidTr="00C74E16"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98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</w:tr>
      <w:tr w:rsidR="00B65F1C" w:rsidRPr="00A05501" w:rsidTr="00C74E16"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98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</w:tr>
      <w:tr w:rsidR="00B65F1C" w:rsidRPr="00A05501" w:rsidTr="00C74E16"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98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</w:tr>
      <w:tr w:rsidR="00B65F1C" w:rsidRPr="00A05501" w:rsidTr="00C74E16"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98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</w:tr>
      <w:tr w:rsidR="00B65F1C" w:rsidRPr="00A05501" w:rsidTr="00C74E16"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98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</w:tr>
      <w:tr w:rsidR="00B65F1C" w:rsidRPr="00A05501" w:rsidTr="00C74E16"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98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</w:tr>
      <w:tr w:rsidR="00B65F1C" w:rsidRPr="00A05501" w:rsidTr="00C74E16"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98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</w:tr>
      <w:tr w:rsidR="00B65F1C" w:rsidRPr="00A05501" w:rsidTr="00C74E16"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98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</w:tr>
      <w:tr w:rsidR="00B65F1C" w:rsidRPr="00A05501" w:rsidTr="00C74E16"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98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</w:tr>
      <w:tr w:rsidR="00B65F1C" w:rsidRPr="00A05501" w:rsidTr="00C74E16"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98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</w:tr>
      <w:tr w:rsidR="00B65F1C" w:rsidRPr="00A05501" w:rsidTr="00C74E16"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98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</w:tr>
      <w:tr w:rsidR="00B65F1C" w:rsidRPr="00A05501" w:rsidTr="004E7D70">
        <w:tc>
          <w:tcPr>
            <w:tcW w:w="13950" w:type="dxa"/>
            <w:gridSpan w:val="12"/>
          </w:tcPr>
          <w:p w:rsidR="00B65F1C" w:rsidRPr="00A05501" w:rsidRDefault="00B65F1C" w:rsidP="00A05501">
            <w:pPr>
              <w:spacing w:after="0" w:line="240" w:lineRule="auto"/>
            </w:pPr>
            <w:r>
              <w:t xml:space="preserve">                                                                                                                                                                                                   TOTAL NUMBER OF POINTS EARNED</w:t>
            </w:r>
          </w:p>
        </w:tc>
        <w:tc>
          <w:tcPr>
            <w:tcW w:w="720" w:type="dxa"/>
          </w:tcPr>
          <w:p w:rsidR="00B65F1C" w:rsidRPr="00996D82" w:rsidRDefault="00B65F1C" w:rsidP="00A05501">
            <w:pPr>
              <w:spacing w:after="0" w:line="240" w:lineRule="auto"/>
              <w:rPr>
                <w:b/>
              </w:rPr>
            </w:pPr>
            <w:r w:rsidRPr="00996D82">
              <w:rPr>
                <w:b/>
              </w:rPr>
              <w:t>5</w:t>
            </w:r>
          </w:p>
        </w:tc>
      </w:tr>
    </w:tbl>
    <w:p w:rsidR="00B65F1C" w:rsidRDefault="00B65F1C"/>
    <w:sectPr w:rsidR="00B65F1C" w:rsidSect="00EF7902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5F1C" w:rsidRDefault="00B65F1C" w:rsidP="00C9228B">
      <w:pPr>
        <w:spacing w:after="0" w:line="240" w:lineRule="auto"/>
      </w:pPr>
      <w:r>
        <w:separator/>
      </w:r>
    </w:p>
  </w:endnote>
  <w:endnote w:type="continuationSeparator" w:id="0">
    <w:p w:rsidR="00B65F1C" w:rsidRDefault="00B65F1C" w:rsidP="00C92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5F1C" w:rsidRDefault="00B65F1C" w:rsidP="00C9228B">
      <w:pPr>
        <w:spacing w:after="0" w:line="240" w:lineRule="auto"/>
      </w:pPr>
      <w:r>
        <w:separator/>
      </w:r>
    </w:p>
  </w:footnote>
  <w:footnote w:type="continuationSeparator" w:id="0">
    <w:p w:rsidR="00B65F1C" w:rsidRDefault="00B65F1C" w:rsidP="00C922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F1C" w:rsidRDefault="00B65F1C">
    <w:pPr>
      <w:pStyle w:val="Header"/>
    </w:pPr>
    <w:r>
      <w:t xml:space="preserve">Academy :  </w:t>
    </w:r>
    <w:smartTag w:uri="urn:schemas-microsoft-com:office:smarttags" w:element="place">
      <w:smartTag w:uri="urn:schemas-microsoft-com:office:smarttags" w:element="PlaceType">
        <w:r>
          <w:rPr>
            <w:b/>
            <w:u w:val="single"/>
          </w:rPr>
          <w:t>University</w:t>
        </w:r>
      </w:smartTag>
      <w:r>
        <w:rPr>
          <w:b/>
          <w:u w:val="single"/>
        </w:rPr>
        <w:t xml:space="preserve"> </w:t>
      </w:r>
      <w:smartTag w:uri="urn:schemas-microsoft-com:office:smarttags" w:element="PlaceName">
        <w:r>
          <w:rPr>
            <w:b/>
            <w:u w:val="single"/>
          </w:rPr>
          <w:t>High</w:t>
        </w:r>
      </w:smartTag>
      <w:r>
        <w:rPr>
          <w:b/>
          <w:u w:val="single"/>
        </w:rPr>
        <w:t xml:space="preserve"> </w:t>
      </w:r>
      <w:smartTag w:uri="urn:schemas-microsoft-com:office:smarttags" w:element="PlaceType">
        <w:r>
          <w:rPr>
            <w:b/>
            <w:u w:val="single"/>
          </w:rPr>
          <w:t>School</w:t>
        </w:r>
      </w:smartTag>
      <w:r>
        <w:rPr>
          <w:b/>
          <w:u w:val="single"/>
        </w:rPr>
        <w:t xml:space="preserve"> </w:t>
      </w:r>
      <w:smartTag w:uri="urn:schemas-microsoft-com:office:smarttags" w:element="PlaceName">
        <w:r>
          <w:rPr>
            <w:b/>
            <w:u w:val="single"/>
          </w:rPr>
          <w:t>Finance</w:t>
        </w:r>
      </w:smartTag>
      <w:r>
        <w:rPr>
          <w:b/>
          <w:u w:val="single"/>
        </w:rPr>
        <w:t xml:space="preserve"> </w:t>
      </w:r>
      <w:smartTag w:uri="urn:schemas-microsoft-com:office:smarttags" w:element="PlaceType">
        <w:r w:rsidRPr="00996D82">
          <w:rPr>
            <w:b/>
            <w:u w:val="single"/>
          </w:rPr>
          <w:t>Academy</w:t>
        </w:r>
      </w:smartTag>
    </w:smartTag>
  </w:p>
  <w:p w:rsidR="00B65F1C" w:rsidRDefault="00B65F1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228B"/>
    <w:rsid w:val="000C74BB"/>
    <w:rsid w:val="00241429"/>
    <w:rsid w:val="002D4ECB"/>
    <w:rsid w:val="002F1F6B"/>
    <w:rsid w:val="002F5E1A"/>
    <w:rsid w:val="00410F3A"/>
    <w:rsid w:val="00427C29"/>
    <w:rsid w:val="004A3521"/>
    <w:rsid w:val="004E7D70"/>
    <w:rsid w:val="004F2065"/>
    <w:rsid w:val="006B16AD"/>
    <w:rsid w:val="00910496"/>
    <w:rsid w:val="00917A2A"/>
    <w:rsid w:val="00996D82"/>
    <w:rsid w:val="009C04BE"/>
    <w:rsid w:val="00A05501"/>
    <w:rsid w:val="00A12C96"/>
    <w:rsid w:val="00B65F1C"/>
    <w:rsid w:val="00BF0879"/>
    <w:rsid w:val="00C74E16"/>
    <w:rsid w:val="00C74F5C"/>
    <w:rsid w:val="00C9228B"/>
    <w:rsid w:val="00EF7902"/>
    <w:rsid w:val="00F331D5"/>
    <w:rsid w:val="00F551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F3A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922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9228B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C922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9228B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C922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9228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C9228B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107</Words>
  <Characters>612</Characters>
  <Application>Microsoft Office Outlook</Application>
  <DocSecurity>0</DocSecurity>
  <Lines>0</Lines>
  <Paragraphs>0</Paragraphs>
  <ScaleCrop>false</ScaleCrop>
  <Company>VCS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2:  CAREER FOCUS </dc:title>
  <dc:subject/>
  <dc:creator>eataylor</dc:creator>
  <cp:keywords/>
  <dc:description/>
  <cp:lastModifiedBy>gen_1453</cp:lastModifiedBy>
  <cp:revision>2</cp:revision>
  <dcterms:created xsi:type="dcterms:W3CDTF">2011-03-21T20:12:00Z</dcterms:created>
  <dcterms:modified xsi:type="dcterms:W3CDTF">2011-03-21T20:12:00Z</dcterms:modified>
</cp:coreProperties>
</file>